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8ED3C" w14:textId="77777777" w:rsidR="009033F6" w:rsidRPr="00895F30" w:rsidRDefault="00933C6B">
      <w:pPr>
        <w:pStyle w:val="Titolo1"/>
        <w:ind w:left="8130"/>
        <w:rPr>
          <w:lang w:val="it-IT"/>
        </w:rPr>
      </w:pPr>
      <w:bookmarkStart w:id="0" w:name="_GoBack"/>
      <w:bookmarkEnd w:id="0"/>
      <w:r w:rsidRPr="00895F30">
        <w:rPr>
          <w:lang w:val="it-IT"/>
        </w:rPr>
        <w:t>ALLEGATO 2-B</w:t>
      </w:r>
    </w:p>
    <w:p w14:paraId="5141F415" w14:textId="77777777" w:rsidR="009033F6" w:rsidRPr="00895F30" w:rsidRDefault="00933C6B">
      <w:pPr>
        <w:spacing w:before="127" w:line="259" w:lineRule="auto"/>
        <w:ind w:left="4120" w:hanging="3500"/>
        <w:rPr>
          <w:b/>
          <w:lang w:val="it-IT"/>
        </w:rPr>
      </w:pPr>
      <w:r w:rsidRPr="00895F30">
        <w:rPr>
          <w:b/>
          <w:lang w:val="it-IT"/>
        </w:rPr>
        <w:t>DICHIARAZIONE RELATIVO ALL’EDIFICIO RESIDENZIALE PER LE PARTI COMUNI DANNEGGIATE</w:t>
      </w:r>
    </w:p>
    <w:p w14:paraId="6A3DA8EF" w14:textId="77777777" w:rsidR="009033F6" w:rsidRPr="00895F30" w:rsidRDefault="00933C6B">
      <w:pPr>
        <w:pStyle w:val="Corpotesto"/>
        <w:tabs>
          <w:tab w:val="left" w:pos="5395"/>
          <w:tab w:val="left" w:pos="5885"/>
          <w:tab w:val="left" w:pos="9603"/>
        </w:tabs>
        <w:spacing w:before="114" w:line="360" w:lineRule="auto"/>
        <w:ind w:right="178"/>
        <w:rPr>
          <w:lang w:val="it-IT"/>
        </w:rPr>
      </w:pPr>
      <w:r w:rsidRPr="00895F30">
        <w:rPr>
          <w:lang w:val="it-IT"/>
        </w:rPr>
        <w:t>Il</w:t>
      </w:r>
      <w:r w:rsidRPr="00895F30">
        <w:rPr>
          <w:spacing w:val="-3"/>
          <w:lang w:val="it-IT"/>
        </w:rPr>
        <w:t xml:space="preserve"> </w:t>
      </w:r>
      <w:r w:rsidRPr="00895F30">
        <w:rPr>
          <w:lang w:val="it-IT"/>
        </w:rPr>
        <w:t>sottoscritto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,</w:t>
      </w:r>
      <w:r w:rsidRPr="00895F30">
        <w:rPr>
          <w:spacing w:val="-2"/>
          <w:lang w:val="it-IT"/>
        </w:rPr>
        <w:t xml:space="preserve"> </w:t>
      </w:r>
      <w:r w:rsidRPr="00895F30">
        <w:rPr>
          <w:lang w:val="it-IT"/>
        </w:rPr>
        <w:t>C.F.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, in</w:t>
      </w:r>
      <w:r w:rsidRPr="00895F30">
        <w:rPr>
          <w:spacing w:val="-3"/>
          <w:lang w:val="it-IT"/>
        </w:rPr>
        <w:t xml:space="preserve"> </w:t>
      </w:r>
      <w:r w:rsidRPr="00895F30">
        <w:rPr>
          <w:lang w:val="it-IT"/>
        </w:rPr>
        <w:t>qualità</w:t>
      </w:r>
      <w:r w:rsidRPr="00895F30">
        <w:rPr>
          <w:spacing w:val="-2"/>
          <w:lang w:val="it-IT"/>
        </w:rPr>
        <w:t xml:space="preserve"> </w:t>
      </w:r>
      <w:r w:rsidRPr="00895F30">
        <w:rPr>
          <w:lang w:val="it-IT"/>
        </w:rPr>
        <w:t>di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dell’edificio residenziale sito nel Comune</w:t>
      </w:r>
      <w:r w:rsidRPr="00895F30">
        <w:rPr>
          <w:spacing w:val="-24"/>
          <w:lang w:val="it-IT"/>
        </w:rPr>
        <w:t xml:space="preserve"> </w:t>
      </w:r>
      <w:r w:rsidRPr="00895F30">
        <w:rPr>
          <w:lang w:val="it-IT"/>
        </w:rPr>
        <w:t>di</w:t>
      </w:r>
    </w:p>
    <w:p w14:paraId="5A86DAD3" w14:textId="77777777" w:rsidR="009033F6" w:rsidRPr="00895F30" w:rsidRDefault="00933C6B">
      <w:pPr>
        <w:pStyle w:val="Corpotesto"/>
        <w:tabs>
          <w:tab w:val="left" w:pos="4709"/>
          <w:tab w:val="left" w:pos="9716"/>
        </w:tabs>
        <w:spacing w:before="2"/>
        <w:rPr>
          <w:lang w:val="it-IT"/>
        </w:rPr>
      </w:pP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Via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</w:p>
    <w:p w14:paraId="0285B01D" w14:textId="77777777" w:rsidR="009033F6" w:rsidRPr="00895F30" w:rsidRDefault="00933C6B">
      <w:pPr>
        <w:pStyle w:val="Paragrafoelenco"/>
        <w:numPr>
          <w:ilvl w:val="0"/>
          <w:numId w:val="2"/>
        </w:numPr>
        <w:tabs>
          <w:tab w:val="left" w:pos="334"/>
          <w:tab w:val="left" w:pos="933"/>
          <w:tab w:val="left" w:pos="9781"/>
        </w:tabs>
        <w:spacing w:before="115"/>
        <w:ind w:hanging="221"/>
        <w:rPr>
          <w:sz w:val="20"/>
          <w:lang w:val="it-IT"/>
        </w:rPr>
      </w:pPr>
      <w:r w:rsidRPr="00895F30">
        <w:rPr>
          <w:sz w:val="20"/>
          <w:u w:val="single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ab/>
      </w:r>
      <w:r w:rsidRPr="00895F30">
        <w:rPr>
          <w:sz w:val="20"/>
          <w:lang w:val="it-IT"/>
        </w:rPr>
        <w:t>Contraddistinta al NCEU del Comune</w:t>
      </w:r>
      <w:r w:rsidRPr="00895F30">
        <w:rPr>
          <w:spacing w:val="-21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di</w:t>
      </w:r>
      <w:r w:rsidRPr="00895F30">
        <w:rPr>
          <w:spacing w:val="-1"/>
          <w:sz w:val="20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ab/>
      </w:r>
    </w:p>
    <w:p w14:paraId="5DC20BBF" w14:textId="77777777" w:rsidR="009033F6" w:rsidRPr="00895F30" w:rsidRDefault="00933C6B">
      <w:pPr>
        <w:pStyle w:val="Corpotesto"/>
        <w:tabs>
          <w:tab w:val="left" w:pos="4329"/>
          <w:tab w:val="left" w:pos="5605"/>
          <w:tab w:val="left" w:pos="6628"/>
          <w:tab w:val="left" w:pos="9634"/>
        </w:tabs>
        <w:spacing w:before="113"/>
        <w:rPr>
          <w:lang w:val="it-IT"/>
        </w:rPr>
      </w:pPr>
      <w:r w:rsidRPr="00895F30">
        <w:rPr>
          <w:lang w:val="it-IT"/>
        </w:rPr>
        <w:t>con i seguenti identificativi</w:t>
      </w:r>
      <w:r w:rsidRPr="00895F30">
        <w:rPr>
          <w:spacing w:val="-15"/>
          <w:lang w:val="it-IT"/>
        </w:rPr>
        <w:t xml:space="preserve"> </w:t>
      </w:r>
      <w:r w:rsidRPr="00895F30">
        <w:rPr>
          <w:lang w:val="it-IT"/>
        </w:rPr>
        <w:t>catastali:</w:t>
      </w:r>
      <w:r w:rsidRPr="00895F30">
        <w:rPr>
          <w:spacing w:val="-3"/>
          <w:lang w:val="it-IT"/>
        </w:rPr>
        <w:t xml:space="preserve"> </w:t>
      </w:r>
      <w:r w:rsidRPr="00895F30">
        <w:rPr>
          <w:lang w:val="it-IT"/>
        </w:rPr>
        <w:t>Fg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Mapp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Sub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Categoria</w:t>
      </w:r>
      <w:r w:rsidRPr="00895F30">
        <w:rPr>
          <w:spacing w:val="-4"/>
          <w:lang w:val="it-IT"/>
        </w:rPr>
        <w:t xml:space="preserve"> </w:t>
      </w:r>
      <w:r w:rsidRPr="00895F30">
        <w:rPr>
          <w:lang w:val="it-IT"/>
        </w:rPr>
        <w:t>catastale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,</w:t>
      </w:r>
    </w:p>
    <w:p w14:paraId="7849759A" w14:textId="77777777" w:rsidR="009033F6" w:rsidRPr="00895F30" w:rsidRDefault="00933C6B">
      <w:pPr>
        <w:pStyle w:val="Corpotesto"/>
        <w:spacing w:before="115" w:line="276" w:lineRule="auto"/>
        <w:rPr>
          <w:lang w:val="it-IT"/>
        </w:rPr>
      </w:pPr>
      <w:r w:rsidRPr="00895F30">
        <w:rPr>
          <w:u w:val="single"/>
          <w:lang w:val="it-IT"/>
        </w:rPr>
        <w:t>ai sensi del D.P.R. n. 445 del 28/12/2000 e consapevole delle conseguenze previste agli artt. 75 e 76 di tale D.P.R., per chi attesta il falso, sotto la propria responsabilità</w:t>
      </w:r>
    </w:p>
    <w:p w14:paraId="35319646" w14:textId="77777777" w:rsidR="009033F6" w:rsidRPr="00895F30" w:rsidRDefault="00933C6B">
      <w:pPr>
        <w:pStyle w:val="Titolo1"/>
        <w:spacing w:before="111"/>
        <w:ind w:right="4133"/>
        <w:jc w:val="center"/>
        <w:rPr>
          <w:lang w:val="it-IT"/>
        </w:rPr>
      </w:pPr>
      <w:r w:rsidRPr="00895F30">
        <w:rPr>
          <w:lang w:val="it-IT"/>
        </w:rPr>
        <w:t>DICHIARA CHE</w:t>
      </w:r>
    </w:p>
    <w:p w14:paraId="4A5EC2B0" w14:textId="77777777" w:rsidR="009033F6" w:rsidRPr="00895F30" w:rsidRDefault="00933C6B">
      <w:pPr>
        <w:pStyle w:val="Corpotesto"/>
        <w:spacing w:before="77"/>
        <w:rPr>
          <w:lang w:val="it-IT"/>
        </w:rPr>
      </w:pPr>
      <w:r w:rsidRPr="00895F30">
        <w:rPr>
          <w:lang w:val="it-IT"/>
        </w:rPr>
        <w:t>nell’edificio residenziale era presente, alla data dell’evento calamitoso, almeno un’abitazione principale di un proprietario.</w:t>
      </w:r>
    </w:p>
    <w:p w14:paraId="305FA9D0" w14:textId="77777777" w:rsidR="009033F6" w:rsidRPr="00895F30" w:rsidRDefault="00933C6B">
      <w:pPr>
        <w:pStyle w:val="Paragrafoelenco"/>
        <w:numPr>
          <w:ilvl w:val="1"/>
          <w:numId w:val="2"/>
        </w:numPr>
        <w:tabs>
          <w:tab w:val="left" w:pos="944"/>
          <w:tab w:val="left" w:pos="5973"/>
        </w:tabs>
        <w:spacing w:before="113"/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</w:r>
      <w:r w:rsidRPr="00895F30">
        <w:rPr>
          <w:sz w:val="20"/>
          <w:lang w:val="it-IT"/>
        </w:rPr>
        <w:t></w:t>
      </w:r>
      <w:r w:rsidRPr="00895F30">
        <w:rPr>
          <w:spacing w:val="4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NO</w:t>
      </w:r>
    </w:p>
    <w:p w14:paraId="61025C2A" w14:textId="77777777" w:rsidR="009033F6" w:rsidRPr="00895F30" w:rsidRDefault="00933C6B">
      <w:pPr>
        <w:pStyle w:val="Corpotesto"/>
        <w:spacing w:before="111"/>
        <w:rPr>
          <w:lang w:val="it-IT"/>
        </w:rPr>
      </w:pPr>
      <w:bookmarkStart w:id="1" w:name="L'EDIFICIO_RESIDENZIALE"/>
      <w:bookmarkEnd w:id="1"/>
      <w:r w:rsidRPr="00895F30">
        <w:rPr>
          <w:u w:val="single"/>
          <w:lang w:val="it-IT"/>
        </w:rPr>
        <w:t>L'EDIFICIO RESIDENZIALE</w:t>
      </w:r>
    </w:p>
    <w:p w14:paraId="32969BAA" w14:textId="77777777" w:rsidR="009033F6" w:rsidRPr="00895F30" w:rsidRDefault="00933C6B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31"/>
        <w:rPr>
          <w:sz w:val="20"/>
          <w:lang w:val="it-IT"/>
        </w:rPr>
      </w:pPr>
      <w:r w:rsidRPr="00895F30">
        <w:rPr>
          <w:sz w:val="20"/>
          <w:lang w:val="it-IT"/>
        </w:rPr>
        <w:t>fa parte di un aggregato strutturale comprendente altre</w:t>
      </w:r>
      <w:r w:rsidRPr="00895F30">
        <w:rPr>
          <w:spacing w:val="-27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abitazioni</w:t>
      </w:r>
    </w:p>
    <w:p w14:paraId="56DE8B85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  <w:tab w:val="left" w:pos="5973"/>
        </w:tabs>
        <w:spacing w:before="111"/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</w:r>
      <w:r w:rsidRPr="00895F30">
        <w:rPr>
          <w:sz w:val="20"/>
          <w:lang w:val="it-IT"/>
        </w:rPr>
        <w:t></w:t>
      </w:r>
      <w:r w:rsidRPr="00895F30">
        <w:rPr>
          <w:spacing w:val="4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NO</w:t>
      </w:r>
    </w:p>
    <w:p w14:paraId="329B4116" w14:textId="77777777" w:rsidR="009033F6" w:rsidRPr="00895F30" w:rsidRDefault="00933C6B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13"/>
        <w:ind w:right="129"/>
        <w:rPr>
          <w:sz w:val="20"/>
          <w:lang w:val="it-IT"/>
        </w:rPr>
      </w:pPr>
      <w:r w:rsidRPr="00895F30">
        <w:rPr>
          <w:sz w:val="20"/>
          <w:lang w:val="it-IT"/>
        </w:rPr>
        <w:t>è stato edificato nel rispetto delle disposizioni di legge ovvero</w:t>
      </w:r>
      <w:r w:rsidRPr="00895F30">
        <w:rPr>
          <w:b/>
          <w:sz w:val="20"/>
          <w:lang w:val="it-IT"/>
        </w:rPr>
        <w:t xml:space="preserve">, </w:t>
      </w:r>
      <w:r w:rsidRPr="00895F30">
        <w:rPr>
          <w:b/>
          <w:sz w:val="20"/>
          <w:u w:val="single"/>
          <w:lang w:val="it-IT"/>
        </w:rPr>
        <w:t>alla data dell’evento calamitoso</w:t>
      </w:r>
      <w:r w:rsidRPr="00895F30">
        <w:rPr>
          <w:b/>
          <w:sz w:val="20"/>
          <w:lang w:val="it-IT"/>
        </w:rPr>
        <w:t xml:space="preserve">, </w:t>
      </w:r>
      <w:r w:rsidRPr="00895F30">
        <w:rPr>
          <w:sz w:val="20"/>
          <w:lang w:val="it-IT"/>
        </w:rPr>
        <w:t>i prescritti titoli abilitativi sono stati conseguiti in</w:t>
      </w:r>
      <w:r w:rsidRPr="00895F30">
        <w:rPr>
          <w:spacing w:val="26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sanatoria</w:t>
      </w:r>
    </w:p>
    <w:p w14:paraId="091CC5AF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  <w:tab w:val="left" w:pos="5973"/>
        </w:tabs>
        <w:spacing w:before="169"/>
        <w:ind w:left="1636" w:hanging="1052"/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</w:r>
      <w:r w:rsidRPr="00895F30">
        <w:rPr>
          <w:sz w:val="20"/>
          <w:lang w:val="it-IT"/>
        </w:rPr>
        <w:t></w:t>
      </w:r>
      <w:r w:rsidRPr="00895F30">
        <w:rPr>
          <w:spacing w:val="4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NO</w:t>
      </w:r>
    </w:p>
    <w:p w14:paraId="2FD87223" w14:textId="77777777" w:rsidR="009033F6" w:rsidRPr="00895F30" w:rsidRDefault="00933C6B">
      <w:pPr>
        <w:pStyle w:val="Corpotesto"/>
        <w:tabs>
          <w:tab w:val="left" w:pos="5960"/>
          <w:tab w:val="left" w:pos="9576"/>
        </w:tabs>
        <w:spacing w:before="159"/>
        <w:ind w:left="584"/>
        <w:rPr>
          <w:lang w:val="it-IT"/>
        </w:rPr>
      </w:pPr>
      <w:r w:rsidRPr="00895F30">
        <w:rPr>
          <w:lang w:val="it-IT"/>
        </w:rPr>
        <w:t>Domanda in</w:t>
      </w:r>
      <w:r w:rsidRPr="00895F30">
        <w:rPr>
          <w:spacing w:val="-4"/>
          <w:lang w:val="it-IT"/>
        </w:rPr>
        <w:t xml:space="preserve"> </w:t>
      </w:r>
      <w:r w:rsidRPr="00895F30">
        <w:rPr>
          <w:lang w:val="it-IT"/>
        </w:rPr>
        <w:t>sanatoria</w:t>
      </w:r>
      <w:r w:rsidRPr="00895F30">
        <w:rPr>
          <w:spacing w:val="-1"/>
          <w:lang w:val="it-IT"/>
        </w:rPr>
        <w:t xml:space="preserve"> </w:t>
      </w:r>
      <w:r w:rsidRPr="00895F30">
        <w:rPr>
          <w:lang w:val="it-IT"/>
        </w:rPr>
        <w:t>del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>n.</w:t>
      </w:r>
      <w:r w:rsidRPr="00895F30">
        <w:rPr>
          <w:spacing w:val="49"/>
          <w:lang w:val="it-IT"/>
        </w:rPr>
        <w:t xml:space="preserve"> </w:t>
      </w:r>
      <w:r w:rsidRPr="00895F30">
        <w:rPr>
          <w:lang w:val="it-IT"/>
        </w:rPr>
        <w:t xml:space="preserve">prot 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</w:p>
    <w:p w14:paraId="1D9F7EF6" w14:textId="77777777" w:rsidR="009033F6" w:rsidRPr="00895F30" w:rsidRDefault="009033F6">
      <w:pPr>
        <w:pStyle w:val="Corpotesto"/>
        <w:spacing w:before="9"/>
        <w:ind w:left="0"/>
        <w:rPr>
          <w:sz w:val="11"/>
          <w:lang w:val="it-IT"/>
        </w:rPr>
      </w:pPr>
    </w:p>
    <w:p w14:paraId="0AD65978" w14:textId="77777777" w:rsidR="009033F6" w:rsidRPr="00895F30" w:rsidRDefault="00933C6B">
      <w:pPr>
        <w:pStyle w:val="Corpotesto"/>
        <w:spacing w:before="94"/>
        <w:ind w:left="224"/>
        <w:rPr>
          <w:lang w:val="it-IT"/>
        </w:rPr>
      </w:pPr>
      <w:bookmarkStart w:id="2" w:name="ASSICURAZIONI"/>
      <w:bookmarkEnd w:id="2"/>
      <w:r w:rsidRPr="00895F30">
        <w:rPr>
          <w:u w:val="single"/>
          <w:lang w:val="it-IT"/>
        </w:rPr>
        <w:t>ASSICURAZIONI</w:t>
      </w:r>
    </w:p>
    <w:p w14:paraId="5C33099D" w14:textId="77777777" w:rsidR="009033F6" w:rsidRPr="00895F30" w:rsidRDefault="00933C6B">
      <w:pPr>
        <w:pStyle w:val="Corpotesto"/>
        <w:spacing w:before="187"/>
        <w:ind w:left="224"/>
        <w:rPr>
          <w:lang w:val="it-IT"/>
        </w:rPr>
      </w:pPr>
      <w:r w:rsidRPr="00895F30">
        <w:rPr>
          <w:lang w:val="it-IT"/>
        </w:rPr>
        <w:t>L’edificio residenziale alla data dell’evento calamitosi era coperta/o da assicurazione:</w:t>
      </w:r>
    </w:p>
    <w:p w14:paraId="2D04AEA4" w14:textId="77777777" w:rsidR="009033F6" w:rsidRPr="00895F30" w:rsidRDefault="009033F6">
      <w:pPr>
        <w:pStyle w:val="Corpotesto"/>
        <w:spacing w:before="1"/>
        <w:ind w:left="0"/>
        <w:rPr>
          <w:lang w:val="it-IT"/>
        </w:rPr>
      </w:pPr>
    </w:p>
    <w:p w14:paraId="27ACA4EB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  <w:tab w:val="left" w:pos="6009"/>
        </w:tabs>
        <w:spacing w:before="0"/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</w:r>
      <w:r w:rsidRPr="00895F30">
        <w:rPr>
          <w:sz w:val="20"/>
          <w:lang w:val="it-IT"/>
        </w:rPr>
        <w:t></w:t>
      </w:r>
      <w:r w:rsidRPr="00895F30">
        <w:rPr>
          <w:spacing w:val="4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NO</w:t>
      </w:r>
    </w:p>
    <w:p w14:paraId="253F8EF5" w14:textId="77777777" w:rsidR="009033F6" w:rsidRPr="00895F30" w:rsidRDefault="00933C6B">
      <w:pPr>
        <w:pStyle w:val="Corpotesto"/>
        <w:spacing w:before="159"/>
        <w:ind w:left="224"/>
        <w:rPr>
          <w:lang w:val="it-IT"/>
        </w:rPr>
      </w:pPr>
      <w:r w:rsidRPr="00895F30">
        <w:rPr>
          <w:lang w:val="it-IT"/>
        </w:rPr>
        <w:t>L’indennizzo è già stato percepito</w:t>
      </w:r>
    </w:p>
    <w:p w14:paraId="125C20B4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  <w:tab w:val="left" w:pos="1615"/>
          <w:tab w:val="left" w:pos="6613"/>
        </w:tabs>
        <w:spacing w:before="111" w:line="271" w:lineRule="auto"/>
        <w:ind w:left="1636" w:right="775" w:hanging="1052"/>
        <w:rPr>
          <w:sz w:val="18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  <w:t>per</w:t>
      </w:r>
      <w:r w:rsidRPr="00895F30">
        <w:rPr>
          <w:spacing w:val="1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€</w:t>
      </w:r>
      <w:r w:rsidRPr="00895F30">
        <w:rPr>
          <w:sz w:val="20"/>
          <w:u w:val="single"/>
          <w:lang w:val="it-IT"/>
        </w:rPr>
        <w:tab/>
      </w:r>
      <w:r w:rsidRPr="00895F30">
        <w:rPr>
          <w:sz w:val="18"/>
          <w:lang w:val="it-IT"/>
        </w:rPr>
        <w:t>(</w:t>
      </w:r>
      <w:r w:rsidRPr="00895F30">
        <w:rPr>
          <w:i/>
          <w:sz w:val="18"/>
          <w:lang w:val="it-IT"/>
        </w:rPr>
        <w:t>Indicare l’importo</w:t>
      </w:r>
      <w:r w:rsidRPr="00895F30">
        <w:rPr>
          <w:i/>
          <w:spacing w:val="1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ed</w:t>
      </w:r>
      <w:r w:rsidRPr="00895F30">
        <w:rPr>
          <w:i/>
          <w:spacing w:val="-2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allegare,</w:t>
      </w:r>
      <w:r w:rsidRPr="00895F30">
        <w:rPr>
          <w:i/>
          <w:spacing w:val="-1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se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già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disponibile</w:t>
      </w:r>
      <w:r w:rsidRPr="00895F30">
        <w:rPr>
          <w:i/>
          <w:spacing w:val="-4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la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perizia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della</w:t>
      </w:r>
      <w:r w:rsidRPr="00895F30">
        <w:rPr>
          <w:i/>
          <w:spacing w:val="-4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compagnia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di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assicurazioni</w:t>
      </w:r>
      <w:r w:rsidRPr="00895F30">
        <w:rPr>
          <w:i/>
          <w:spacing w:val="-5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e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la</w:t>
      </w:r>
      <w:r w:rsidRPr="00895F30">
        <w:rPr>
          <w:i/>
          <w:spacing w:val="-6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quietanza</w:t>
      </w:r>
      <w:r w:rsidRPr="00895F30">
        <w:rPr>
          <w:i/>
          <w:spacing w:val="-4"/>
          <w:sz w:val="18"/>
          <w:lang w:val="it-IT"/>
        </w:rPr>
        <w:t xml:space="preserve"> </w:t>
      </w:r>
      <w:r w:rsidRPr="00895F30">
        <w:rPr>
          <w:i/>
          <w:sz w:val="18"/>
          <w:lang w:val="it-IT"/>
        </w:rPr>
        <w:t>liberatoria</w:t>
      </w:r>
      <w:r w:rsidRPr="00895F30">
        <w:rPr>
          <w:sz w:val="18"/>
          <w:lang w:val="it-IT"/>
        </w:rPr>
        <w:t>)</w:t>
      </w:r>
    </w:p>
    <w:p w14:paraId="735F48BE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</w:tabs>
        <w:spacing w:before="62"/>
        <w:rPr>
          <w:sz w:val="20"/>
          <w:lang w:val="it-IT"/>
        </w:rPr>
      </w:pPr>
      <w:r w:rsidRPr="00895F30">
        <w:rPr>
          <w:sz w:val="20"/>
          <w:lang w:val="it-IT"/>
        </w:rPr>
        <w:t>NO</w:t>
      </w:r>
    </w:p>
    <w:p w14:paraId="2976996F" w14:textId="77777777" w:rsidR="009033F6" w:rsidRPr="00895F30" w:rsidRDefault="00933C6B">
      <w:pPr>
        <w:pStyle w:val="Corpotesto"/>
        <w:spacing w:before="176"/>
        <w:rPr>
          <w:lang w:val="it-IT"/>
        </w:rPr>
      </w:pPr>
      <w:bookmarkStart w:id="3" w:name="CONTRIBUTI_DI_ALTRI_ENTI"/>
      <w:bookmarkEnd w:id="3"/>
      <w:r w:rsidRPr="00895F30">
        <w:rPr>
          <w:u w:val="single"/>
          <w:lang w:val="it-IT"/>
        </w:rPr>
        <w:t>CONTRIBUTI DI ALTRI ENTI</w:t>
      </w:r>
    </w:p>
    <w:p w14:paraId="45E90D44" w14:textId="77777777" w:rsidR="009033F6" w:rsidRPr="00895F30" w:rsidRDefault="00933C6B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spacing w:before="178"/>
        <w:rPr>
          <w:sz w:val="20"/>
          <w:lang w:val="it-IT"/>
        </w:rPr>
      </w:pPr>
      <w:r w:rsidRPr="00895F30">
        <w:rPr>
          <w:sz w:val="20"/>
          <w:lang w:val="it-IT"/>
        </w:rPr>
        <w:t>Per</w:t>
      </w:r>
      <w:r w:rsidRPr="00895F30">
        <w:rPr>
          <w:spacing w:val="1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l’edificio</w:t>
      </w:r>
      <w:r w:rsidRPr="00895F30">
        <w:rPr>
          <w:spacing w:val="4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residenziale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sono</w:t>
      </w:r>
      <w:r w:rsidRPr="00895F30">
        <w:rPr>
          <w:spacing w:val="-7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state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5"/>
          <w:sz w:val="20"/>
          <w:lang w:val="it-IT"/>
        </w:rPr>
        <w:t>presentate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5"/>
          <w:sz w:val="20"/>
          <w:lang w:val="it-IT"/>
        </w:rPr>
        <w:t>domande</w:t>
      </w:r>
      <w:r w:rsidRPr="00895F30">
        <w:rPr>
          <w:spacing w:val="-7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di</w:t>
      </w:r>
      <w:r w:rsidRPr="00895F30">
        <w:rPr>
          <w:spacing w:val="-8"/>
          <w:sz w:val="20"/>
          <w:lang w:val="it-IT"/>
        </w:rPr>
        <w:t xml:space="preserve"> </w:t>
      </w:r>
      <w:r w:rsidRPr="00895F30">
        <w:rPr>
          <w:spacing w:val="-5"/>
          <w:sz w:val="20"/>
          <w:lang w:val="it-IT"/>
        </w:rPr>
        <w:t>contributo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3"/>
          <w:sz w:val="20"/>
          <w:lang w:val="it-IT"/>
        </w:rPr>
        <w:t>per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lo</w:t>
      </w:r>
      <w:r w:rsidRPr="00895F30">
        <w:rPr>
          <w:spacing w:val="-7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stesso</w:t>
      </w:r>
      <w:r w:rsidRPr="00895F30">
        <w:rPr>
          <w:spacing w:val="-7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evento</w:t>
      </w:r>
      <w:r w:rsidRPr="00895F30">
        <w:rPr>
          <w:spacing w:val="-7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presso</w:t>
      </w:r>
      <w:r w:rsidRPr="00895F30">
        <w:rPr>
          <w:spacing w:val="-9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altri</w:t>
      </w:r>
      <w:r w:rsidRPr="00895F30">
        <w:rPr>
          <w:spacing w:val="-8"/>
          <w:sz w:val="20"/>
          <w:lang w:val="it-IT"/>
        </w:rPr>
        <w:t xml:space="preserve"> </w:t>
      </w:r>
      <w:r w:rsidRPr="00895F30">
        <w:rPr>
          <w:spacing w:val="-4"/>
          <w:sz w:val="20"/>
          <w:lang w:val="it-IT"/>
        </w:rPr>
        <w:t>enti:</w:t>
      </w:r>
    </w:p>
    <w:p w14:paraId="18AED0A8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</w:tabs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</w:p>
    <w:p w14:paraId="0587868A" w14:textId="77777777" w:rsidR="009033F6" w:rsidRPr="00895F30" w:rsidRDefault="00933C6B">
      <w:pPr>
        <w:tabs>
          <w:tab w:val="left" w:pos="9757"/>
        </w:tabs>
        <w:spacing w:before="160"/>
        <w:ind w:left="944"/>
        <w:rPr>
          <w:sz w:val="20"/>
          <w:lang w:val="it-IT"/>
        </w:rPr>
      </w:pPr>
      <w:r w:rsidRPr="00895F30">
        <w:rPr>
          <w:spacing w:val="-4"/>
          <w:sz w:val="20"/>
          <w:lang w:val="it-IT"/>
        </w:rPr>
        <w:t>(</w:t>
      </w:r>
      <w:r w:rsidRPr="00895F30">
        <w:rPr>
          <w:i/>
          <w:spacing w:val="-4"/>
          <w:sz w:val="20"/>
          <w:lang w:val="it-IT"/>
        </w:rPr>
        <w:t xml:space="preserve">Indicare </w:t>
      </w:r>
      <w:r w:rsidRPr="00895F30">
        <w:rPr>
          <w:i/>
          <w:spacing w:val="-3"/>
          <w:sz w:val="20"/>
          <w:lang w:val="it-IT"/>
        </w:rPr>
        <w:t xml:space="preserve">il </w:t>
      </w:r>
      <w:r w:rsidRPr="00895F30">
        <w:rPr>
          <w:i/>
          <w:spacing w:val="-4"/>
          <w:sz w:val="20"/>
          <w:lang w:val="it-IT"/>
        </w:rPr>
        <w:t>nome</w:t>
      </w:r>
      <w:r w:rsidRPr="00895F30">
        <w:rPr>
          <w:i/>
          <w:spacing w:val="-3"/>
          <w:sz w:val="20"/>
          <w:lang w:val="it-IT"/>
        </w:rPr>
        <w:t xml:space="preserve"> </w:t>
      </w:r>
      <w:r w:rsidRPr="00895F30">
        <w:rPr>
          <w:i/>
          <w:spacing w:val="-4"/>
          <w:sz w:val="20"/>
          <w:lang w:val="it-IT"/>
        </w:rPr>
        <w:t>dell’Ente)</w:t>
      </w:r>
      <w:r w:rsidRPr="00895F30">
        <w:rPr>
          <w:i/>
          <w:spacing w:val="-1"/>
          <w:sz w:val="20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ab/>
      </w:r>
    </w:p>
    <w:p w14:paraId="3B4116E1" w14:textId="77777777" w:rsidR="009033F6" w:rsidRPr="00895F30" w:rsidRDefault="00933C6B">
      <w:pPr>
        <w:tabs>
          <w:tab w:val="left" w:pos="9764"/>
        </w:tabs>
        <w:spacing w:before="160"/>
        <w:ind w:left="956"/>
        <w:rPr>
          <w:sz w:val="20"/>
          <w:lang w:val="it-IT"/>
        </w:rPr>
      </w:pPr>
      <w:r w:rsidRPr="00895F30">
        <w:rPr>
          <w:spacing w:val="-4"/>
          <w:sz w:val="20"/>
          <w:lang w:val="it-IT"/>
        </w:rPr>
        <w:t>(</w:t>
      </w:r>
      <w:r w:rsidRPr="00895F30">
        <w:rPr>
          <w:i/>
          <w:spacing w:val="-4"/>
          <w:sz w:val="20"/>
          <w:lang w:val="it-IT"/>
        </w:rPr>
        <w:t xml:space="preserve">Indicare </w:t>
      </w:r>
      <w:r w:rsidRPr="00895F30">
        <w:rPr>
          <w:i/>
          <w:spacing w:val="-3"/>
          <w:sz w:val="20"/>
          <w:lang w:val="it-IT"/>
        </w:rPr>
        <w:t xml:space="preserve">il </w:t>
      </w:r>
      <w:r w:rsidRPr="00895F30">
        <w:rPr>
          <w:i/>
          <w:spacing w:val="-4"/>
          <w:sz w:val="20"/>
          <w:lang w:val="it-IT"/>
        </w:rPr>
        <w:t xml:space="preserve">tipo </w:t>
      </w:r>
      <w:r w:rsidRPr="00895F30">
        <w:rPr>
          <w:i/>
          <w:sz w:val="20"/>
          <w:lang w:val="it-IT"/>
        </w:rPr>
        <w:t xml:space="preserve">di </w:t>
      </w:r>
      <w:r w:rsidRPr="00895F30">
        <w:rPr>
          <w:i/>
          <w:spacing w:val="-5"/>
          <w:sz w:val="20"/>
          <w:lang w:val="it-IT"/>
        </w:rPr>
        <w:t>contributo</w:t>
      </w:r>
      <w:r w:rsidRPr="00895F30">
        <w:rPr>
          <w:i/>
          <w:spacing w:val="-14"/>
          <w:sz w:val="20"/>
          <w:lang w:val="it-IT"/>
        </w:rPr>
        <w:t xml:space="preserve"> </w:t>
      </w:r>
      <w:r w:rsidRPr="00895F30">
        <w:rPr>
          <w:i/>
          <w:spacing w:val="-4"/>
          <w:sz w:val="20"/>
          <w:lang w:val="it-IT"/>
        </w:rPr>
        <w:t>richiesto</w:t>
      </w:r>
      <w:r w:rsidRPr="00895F30">
        <w:rPr>
          <w:spacing w:val="-4"/>
          <w:sz w:val="20"/>
          <w:lang w:val="it-IT"/>
        </w:rPr>
        <w:t>)</w:t>
      </w:r>
      <w:r w:rsidRPr="00895F30">
        <w:rPr>
          <w:spacing w:val="-1"/>
          <w:sz w:val="20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ab/>
      </w:r>
    </w:p>
    <w:p w14:paraId="4B1778CC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</w:tabs>
        <w:spacing w:before="178"/>
        <w:rPr>
          <w:sz w:val="20"/>
          <w:lang w:val="it-IT"/>
        </w:rPr>
      </w:pPr>
      <w:r w:rsidRPr="00895F30">
        <w:rPr>
          <w:sz w:val="20"/>
          <w:lang w:val="it-IT"/>
        </w:rPr>
        <w:t>NO</w:t>
      </w:r>
    </w:p>
    <w:p w14:paraId="5E8219C0" w14:textId="77777777" w:rsidR="009033F6" w:rsidRPr="00895F30" w:rsidRDefault="00933C6B">
      <w:pPr>
        <w:pStyle w:val="Paragrafoelenco"/>
        <w:numPr>
          <w:ilvl w:val="0"/>
          <w:numId w:val="1"/>
        </w:numPr>
        <w:tabs>
          <w:tab w:val="left" w:pos="471"/>
          <w:tab w:val="left" w:pos="472"/>
        </w:tabs>
        <w:rPr>
          <w:sz w:val="20"/>
          <w:lang w:val="it-IT"/>
        </w:rPr>
      </w:pPr>
      <w:r w:rsidRPr="00895F30">
        <w:rPr>
          <w:sz w:val="20"/>
          <w:lang w:val="it-IT"/>
        </w:rPr>
        <w:t>Il contributo è stato</w:t>
      </w:r>
      <w:r w:rsidRPr="00895F30">
        <w:rPr>
          <w:spacing w:val="-15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percepito</w:t>
      </w:r>
    </w:p>
    <w:p w14:paraId="4022CD51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  <w:tab w:val="left" w:pos="1635"/>
          <w:tab w:val="left" w:pos="5856"/>
        </w:tabs>
        <w:rPr>
          <w:sz w:val="20"/>
          <w:lang w:val="it-IT"/>
        </w:rPr>
      </w:pPr>
      <w:r w:rsidRPr="00895F30">
        <w:rPr>
          <w:sz w:val="20"/>
          <w:lang w:val="it-IT"/>
        </w:rPr>
        <w:t>SI</w:t>
      </w:r>
      <w:r w:rsidRPr="00895F30">
        <w:rPr>
          <w:sz w:val="20"/>
          <w:lang w:val="it-IT"/>
        </w:rPr>
        <w:tab/>
        <w:t>per</w:t>
      </w:r>
      <w:r w:rsidRPr="00895F30">
        <w:rPr>
          <w:spacing w:val="1"/>
          <w:sz w:val="20"/>
          <w:lang w:val="it-IT"/>
        </w:rPr>
        <w:t xml:space="preserve"> </w:t>
      </w:r>
      <w:r w:rsidRPr="00895F30">
        <w:rPr>
          <w:sz w:val="20"/>
          <w:lang w:val="it-IT"/>
        </w:rPr>
        <w:t>€</w:t>
      </w:r>
      <w:r w:rsidRPr="00895F30">
        <w:rPr>
          <w:sz w:val="20"/>
          <w:u w:val="single"/>
          <w:lang w:val="it-IT"/>
        </w:rPr>
        <w:t xml:space="preserve"> </w:t>
      </w:r>
      <w:r w:rsidRPr="00895F30">
        <w:rPr>
          <w:sz w:val="20"/>
          <w:u w:val="single"/>
          <w:lang w:val="it-IT"/>
        </w:rPr>
        <w:tab/>
      </w:r>
      <w:r w:rsidRPr="00895F30">
        <w:rPr>
          <w:sz w:val="20"/>
          <w:lang w:val="it-IT"/>
        </w:rPr>
        <w:t>(</w:t>
      </w:r>
      <w:r w:rsidRPr="00895F30">
        <w:rPr>
          <w:i/>
          <w:sz w:val="20"/>
          <w:lang w:val="it-IT"/>
        </w:rPr>
        <w:t>Indicare</w:t>
      </w:r>
      <w:r w:rsidRPr="00895F30">
        <w:rPr>
          <w:i/>
          <w:spacing w:val="-4"/>
          <w:sz w:val="20"/>
          <w:lang w:val="it-IT"/>
        </w:rPr>
        <w:t xml:space="preserve"> </w:t>
      </w:r>
      <w:r w:rsidRPr="00895F30">
        <w:rPr>
          <w:i/>
          <w:sz w:val="20"/>
          <w:lang w:val="it-IT"/>
        </w:rPr>
        <w:t>l’importo</w:t>
      </w:r>
      <w:r w:rsidRPr="00895F30">
        <w:rPr>
          <w:sz w:val="20"/>
          <w:lang w:val="it-IT"/>
        </w:rPr>
        <w:t>)</w:t>
      </w:r>
    </w:p>
    <w:p w14:paraId="122B6BDA" w14:textId="77777777" w:rsidR="009033F6" w:rsidRPr="00895F30" w:rsidRDefault="00933C6B">
      <w:pPr>
        <w:pStyle w:val="Paragrafoelenco"/>
        <w:numPr>
          <w:ilvl w:val="1"/>
          <w:numId w:val="1"/>
        </w:numPr>
        <w:tabs>
          <w:tab w:val="left" w:pos="944"/>
        </w:tabs>
        <w:rPr>
          <w:sz w:val="20"/>
          <w:lang w:val="it-IT"/>
        </w:rPr>
      </w:pPr>
      <w:r w:rsidRPr="00895F30">
        <w:rPr>
          <w:sz w:val="20"/>
          <w:lang w:val="it-IT"/>
        </w:rPr>
        <w:t>NO</w:t>
      </w:r>
    </w:p>
    <w:p w14:paraId="26D5525A" w14:textId="77777777" w:rsidR="009033F6" w:rsidRPr="00895F30" w:rsidRDefault="009033F6">
      <w:pPr>
        <w:pStyle w:val="Corpotesto"/>
        <w:spacing w:before="6"/>
        <w:ind w:left="0"/>
        <w:rPr>
          <w:sz w:val="25"/>
          <w:lang w:val="it-IT"/>
        </w:rPr>
      </w:pPr>
    </w:p>
    <w:p w14:paraId="60C51D76" w14:textId="77777777" w:rsidR="009033F6" w:rsidRPr="00895F30" w:rsidRDefault="00933C6B">
      <w:pPr>
        <w:tabs>
          <w:tab w:val="left" w:pos="3873"/>
          <w:tab w:val="left" w:pos="4901"/>
          <w:tab w:val="left" w:pos="9707"/>
        </w:tabs>
        <w:spacing w:before="93"/>
        <w:ind w:left="112"/>
        <w:rPr>
          <w:lang w:val="it-IT"/>
        </w:rPr>
      </w:pPr>
      <w:r w:rsidRPr="00895F30">
        <w:rPr>
          <w:b/>
          <w:lang w:val="it-IT"/>
        </w:rPr>
        <w:t>DATA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  <w:r w:rsidRPr="00895F30">
        <w:rPr>
          <w:lang w:val="it-IT"/>
        </w:rPr>
        <w:tab/>
      </w:r>
      <w:r w:rsidRPr="00895F30">
        <w:rPr>
          <w:b/>
          <w:lang w:val="it-IT"/>
        </w:rPr>
        <w:t xml:space="preserve">FIRMA </w:t>
      </w:r>
      <w:r w:rsidRPr="00895F30">
        <w:rPr>
          <w:u w:val="single"/>
          <w:lang w:val="it-IT"/>
        </w:rPr>
        <w:t xml:space="preserve"> </w:t>
      </w:r>
      <w:r w:rsidRPr="00895F30">
        <w:rPr>
          <w:u w:val="single"/>
          <w:lang w:val="it-IT"/>
        </w:rPr>
        <w:tab/>
      </w:r>
    </w:p>
    <w:p w14:paraId="05081EBF" w14:textId="08EFDD3B" w:rsidR="009033F6" w:rsidRPr="00895F30" w:rsidRDefault="00933C6B">
      <w:pPr>
        <w:pStyle w:val="Corpotesto"/>
        <w:spacing w:before="179"/>
        <w:ind w:right="178"/>
        <w:rPr>
          <w:lang w:val="it-IT"/>
        </w:rPr>
      </w:pPr>
      <w:r w:rsidRPr="00895F30">
        <w:rPr>
          <w:lang w:val="it-IT"/>
        </w:rPr>
        <w:t>(</w:t>
      </w:r>
      <w:r w:rsidRPr="00895F30">
        <w:rPr>
          <w:b/>
          <w:lang w:val="it-IT"/>
        </w:rPr>
        <w:t>N.B</w:t>
      </w:r>
      <w:r w:rsidRPr="00895F30">
        <w:rPr>
          <w:lang w:val="it-IT"/>
        </w:rPr>
        <w:t xml:space="preserve">. </w:t>
      </w:r>
      <w:r w:rsidR="00D44E29" w:rsidRPr="0089538A">
        <w:rPr>
          <w:bCs/>
          <w:lang w:val="it-IT"/>
        </w:rPr>
        <w:t>ai fini della validità della presente dichiarazione deve essere allegata la fotocopia visibile del documento d'identità in corso di validità del</w:t>
      </w:r>
      <w:r w:rsidR="00D44E29">
        <w:rPr>
          <w:bCs/>
          <w:lang w:val="it-IT"/>
        </w:rPr>
        <w:t xml:space="preserve"> dichiarante)</w:t>
      </w:r>
    </w:p>
    <w:p w14:paraId="239047ED" w14:textId="77777777" w:rsidR="009033F6" w:rsidRPr="00895F30" w:rsidRDefault="009033F6">
      <w:pPr>
        <w:pStyle w:val="Corpotesto"/>
        <w:spacing w:before="2"/>
        <w:ind w:left="0"/>
        <w:rPr>
          <w:sz w:val="30"/>
          <w:lang w:val="it-IT"/>
        </w:rPr>
      </w:pPr>
    </w:p>
    <w:p w14:paraId="71240DF6" w14:textId="77777777" w:rsidR="009033F6" w:rsidRPr="00895F30" w:rsidRDefault="00933C6B">
      <w:pPr>
        <w:pStyle w:val="Corpotesto"/>
        <w:spacing w:before="1"/>
        <w:ind w:left="0" w:right="128"/>
        <w:jc w:val="right"/>
        <w:rPr>
          <w:lang w:val="it-IT"/>
        </w:rPr>
      </w:pPr>
      <w:r w:rsidRPr="00895F30">
        <w:rPr>
          <w:lang w:val="it-IT"/>
        </w:rPr>
        <w:t>1</w:t>
      </w:r>
    </w:p>
    <w:sectPr w:rsidR="009033F6" w:rsidRPr="00895F30">
      <w:type w:val="continuous"/>
      <w:pgSz w:w="11910" w:h="16840"/>
      <w:pgMar w:top="1040" w:right="10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87331"/>
    <w:multiLevelType w:val="hybridMultilevel"/>
    <w:tmpl w:val="FC40D43E"/>
    <w:lvl w:ilvl="0" w:tplc="F9D29BD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DCB0E10E">
      <w:numFmt w:val="bullet"/>
      <w:lvlText w:val=""/>
      <w:lvlJc w:val="left"/>
      <w:pPr>
        <w:ind w:left="94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6562F0FA">
      <w:numFmt w:val="bullet"/>
      <w:lvlText w:val="•"/>
      <w:lvlJc w:val="left"/>
      <w:pPr>
        <w:ind w:left="1640" w:hanging="360"/>
      </w:pPr>
      <w:rPr>
        <w:rFonts w:hint="default"/>
      </w:rPr>
    </w:lvl>
    <w:lvl w:ilvl="3" w:tplc="6E344150">
      <w:numFmt w:val="bullet"/>
      <w:lvlText w:val="•"/>
      <w:lvlJc w:val="left"/>
      <w:pPr>
        <w:ind w:left="2670" w:hanging="360"/>
      </w:pPr>
      <w:rPr>
        <w:rFonts w:hint="default"/>
      </w:rPr>
    </w:lvl>
    <w:lvl w:ilvl="4" w:tplc="F3441B7C">
      <w:numFmt w:val="bullet"/>
      <w:lvlText w:val="•"/>
      <w:lvlJc w:val="left"/>
      <w:pPr>
        <w:ind w:left="3701" w:hanging="360"/>
      </w:pPr>
      <w:rPr>
        <w:rFonts w:hint="default"/>
      </w:rPr>
    </w:lvl>
    <w:lvl w:ilvl="5" w:tplc="DD28F8F2">
      <w:numFmt w:val="bullet"/>
      <w:lvlText w:val="•"/>
      <w:lvlJc w:val="left"/>
      <w:pPr>
        <w:ind w:left="4732" w:hanging="360"/>
      </w:pPr>
      <w:rPr>
        <w:rFonts w:hint="default"/>
      </w:rPr>
    </w:lvl>
    <w:lvl w:ilvl="6" w:tplc="F0242BDE">
      <w:numFmt w:val="bullet"/>
      <w:lvlText w:val="•"/>
      <w:lvlJc w:val="left"/>
      <w:pPr>
        <w:ind w:left="5763" w:hanging="360"/>
      </w:pPr>
      <w:rPr>
        <w:rFonts w:hint="default"/>
      </w:rPr>
    </w:lvl>
    <w:lvl w:ilvl="7" w:tplc="4B58F7E0">
      <w:numFmt w:val="bullet"/>
      <w:lvlText w:val="•"/>
      <w:lvlJc w:val="left"/>
      <w:pPr>
        <w:ind w:left="6793" w:hanging="360"/>
      </w:pPr>
      <w:rPr>
        <w:rFonts w:hint="default"/>
      </w:rPr>
    </w:lvl>
    <w:lvl w:ilvl="8" w:tplc="D94CDEBC">
      <w:numFmt w:val="bullet"/>
      <w:lvlText w:val="•"/>
      <w:lvlJc w:val="left"/>
      <w:pPr>
        <w:ind w:left="7824" w:hanging="360"/>
      </w:pPr>
      <w:rPr>
        <w:rFonts w:hint="default"/>
      </w:rPr>
    </w:lvl>
  </w:abstractNum>
  <w:abstractNum w:abstractNumId="1" w15:restartNumberingAfterBreak="0">
    <w:nsid w:val="494472D0"/>
    <w:multiLevelType w:val="hybridMultilevel"/>
    <w:tmpl w:val="BED22B9E"/>
    <w:lvl w:ilvl="0" w:tplc="D95EA70C">
      <w:start w:val="14"/>
      <w:numFmt w:val="lowerLetter"/>
      <w:lvlText w:val="%1."/>
      <w:lvlJc w:val="left"/>
      <w:pPr>
        <w:ind w:left="333" w:hanging="222"/>
        <w:jc w:val="left"/>
      </w:pPr>
      <w:rPr>
        <w:rFonts w:ascii="Arial" w:eastAsia="Arial" w:hAnsi="Arial" w:cs="Arial" w:hint="default"/>
        <w:spacing w:val="-3"/>
        <w:w w:val="100"/>
        <w:sz w:val="20"/>
        <w:szCs w:val="20"/>
      </w:rPr>
    </w:lvl>
    <w:lvl w:ilvl="1" w:tplc="17CA28FC">
      <w:numFmt w:val="bullet"/>
      <w:lvlText w:val=""/>
      <w:lvlJc w:val="left"/>
      <w:pPr>
        <w:ind w:left="94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B82AB952">
      <w:numFmt w:val="bullet"/>
      <w:lvlText w:val="•"/>
      <w:lvlJc w:val="left"/>
      <w:pPr>
        <w:ind w:left="1934" w:hanging="360"/>
      </w:pPr>
      <w:rPr>
        <w:rFonts w:hint="default"/>
      </w:rPr>
    </w:lvl>
    <w:lvl w:ilvl="3" w:tplc="FE70C5E2">
      <w:numFmt w:val="bullet"/>
      <w:lvlText w:val="•"/>
      <w:lvlJc w:val="left"/>
      <w:pPr>
        <w:ind w:left="2928" w:hanging="360"/>
      </w:pPr>
      <w:rPr>
        <w:rFonts w:hint="default"/>
      </w:rPr>
    </w:lvl>
    <w:lvl w:ilvl="4" w:tplc="1396CA14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DB96A4F8">
      <w:numFmt w:val="bullet"/>
      <w:lvlText w:val="•"/>
      <w:lvlJc w:val="left"/>
      <w:pPr>
        <w:ind w:left="4916" w:hanging="360"/>
      </w:pPr>
      <w:rPr>
        <w:rFonts w:hint="default"/>
      </w:rPr>
    </w:lvl>
    <w:lvl w:ilvl="6" w:tplc="293AE19E">
      <w:numFmt w:val="bullet"/>
      <w:lvlText w:val="•"/>
      <w:lvlJc w:val="left"/>
      <w:pPr>
        <w:ind w:left="5910" w:hanging="360"/>
      </w:pPr>
      <w:rPr>
        <w:rFonts w:hint="default"/>
      </w:rPr>
    </w:lvl>
    <w:lvl w:ilvl="7" w:tplc="19448862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A580CB60">
      <w:numFmt w:val="bullet"/>
      <w:lvlText w:val="•"/>
      <w:lvlJc w:val="left"/>
      <w:pPr>
        <w:ind w:left="7898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F6"/>
    <w:rsid w:val="000B64C3"/>
    <w:rsid w:val="00211275"/>
    <w:rsid w:val="004A7373"/>
    <w:rsid w:val="007C08B7"/>
    <w:rsid w:val="00895F30"/>
    <w:rsid w:val="009033F6"/>
    <w:rsid w:val="00933C6B"/>
    <w:rsid w:val="00CC0E57"/>
    <w:rsid w:val="00D4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27F09"/>
  <w15:docId w15:val="{1A762142-BAE8-4B5B-8C6E-1893324F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76"/>
      <w:ind w:left="411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60"/>
      <w:ind w:left="11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60"/>
      <w:ind w:left="944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C2E2CD2A.dotm</Template>
  <TotalTime>1</TotalTime>
  <Pages>1</Pages>
  <Words>262</Words>
  <Characters>1442</Characters>
  <Application>Microsoft Office Word</Application>
  <DocSecurity>0</DocSecurity>
  <Lines>46</Lines>
  <Paragraphs>39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4</cp:revision>
  <dcterms:created xsi:type="dcterms:W3CDTF">2026-01-13T14:14:00Z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2024-02-08T00:00:00Z</vt:filetime>
  </property>
</Properties>
</file>